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E1C81A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C3728" w:rsidRPr="00BF2A20">
        <w:rPr>
          <w:rFonts w:ascii="Verdana" w:hAnsi="Verdana"/>
          <w:b/>
          <w:bCs/>
        </w:rPr>
        <w:t>„Dodávka náhradních dílů přejezdové konstrukce BODAN 2025“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C37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C37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646F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1619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3728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646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2025-02-20T06:51:00Z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